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4DE" w:rsidRDefault="00F854DE" w:rsidP="005336A6">
      <w:pPr>
        <w:jc w:val="center"/>
        <w:rPr>
          <w:sz w:val="40"/>
          <w:szCs w:val="40"/>
        </w:rPr>
      </w:pPr>
      <w:r>
        <w:rPr>
          <w:sz w:val="40"/>
          <w:szCs w:val="40"/>
        </w:rPr>
        <w:t>Lesson 4:  Stating your Name (10 pts.)</w:t>
      </w:r>
    </w:p>
    <w:p w:rsidR="00F854DE" w:rsidRDefault="00F854DE" w:rsidP="005336A6">
      <w:pPr>
        <w:jc w:val="center"/>
        <w:rPr>
          <w:sz w:val="32"/>
          <w:szCs w:val="32"/>
        </w:rPr>
      </w:pPr>
      <w:r w:rsidRPr="005336A6">
        <w:rPr>
          <w:sz w:val="32"/>
          <w:szCs w:val="32"/>
        </w:rPr>
        <w:t>(and asking for someone else’s name)</w:t>
      </w:r>
    </w:p>
    <w:p w:rsidR="00F854DE" w:rsidRDefault="00F854DE" w:rsidP="005336A6">
      <w:pPr>
        <w:rPr>
          <w:sz w:val="24"/>
          <w:szCs w:val="24"/>
        </w:rPr>
      </w:pPr>
      <w:r>
        <w:rPr>
          <w:sz w:val="24"/>
          <w:szCs w:val="24"/>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F854DE" w:rsidRPr="00E4016C" w:rsidRDefault="00F854DE"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F854DE" w:rsidRPr="00E4016C" w:rsidRDefault="00F854DE" w:rsidP="005336A6">
      <w:pPr>
        <w:rPr>
          <w:b/>
          <w:sz w:val="24"/>
          <w:szCs w:val="24"/>
        </w:rPr>
      </w:pPr>
      <w:r w:rsidRPr="00E4016C">
        <w:rPr>
          <w:b/>
          <w:sz w:val="24"/>
          <w:szCs w:val="24"/>
        </w:rPr>
        <w:t>Second, choose the language of your country.</w:t>
      </w:r>
    </w:p>
    <w:p w:rsidR="00F854DE" w:rsidRDefault="00F854DE" w:rsidP="00D5585A">
      <w:pPr>
        <w:rPr>
          <w:b/>
          <w:sz w:val="24"/>
          <w:szCs w:val="24"/>
        </w:rPr>
      </w:pPr>
      <w:r w:rsidRPr="00E4016C">
        <w:rPr>
          <w:b/>
          <w:sz w:val="24"/>
          <w:szCs w:val="24"/>
        </w:rPr>
        <w:t>F</w:t>
      </w:r>
      <w:r>
        <w:rPr>
          <w:b/>
          <w:sz w:val="24"/>
          <w:szCs w:val="24"/>
        </w:rPr>
        <w:t>inally,</w:t>
      </w:r>
      <w:r>
        <w:rPr>
          <w:sz w:val="24"/>
          <w:szCs w:val="24"/>
        </w:rPr>
        <w:t xml:space="preserve"> </w:t>
      </w:r>
      <w:r>
        <w:rPr>
          <w:b/>
          <w:sz w:val="24"/>
          <w:szCs w:val="24"/>
        </w:rPr>
        <w:t>download the PDF file (called “Self Introduction” or “Introducing Yourself,” or“Say Where You’re From:” (German) or “First Encounters”  (Arabic), etc. to read to complete this worksheet below for homework.  Copy and paste the worksheet onto a new Word document, and complete the questions.   When finished with your worksheet, save it as “StatingYourNameLastname” and save it to your flash drive.   Upload it to the Wiki.</w:t>
      </w:r>
    </w:p>
    <w:p w:rsidR="00F854DE" w:rsidRPr="00E4016C" w:rsidRDefault="00F854DE" w:rsidP="005336A6">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F854DE" w:rsidRDefault="00F854DE" w:rsidP="005336A6">
      <w:pPr>
        <w:pStyle w:val="ListParagraph"/>
        <w:numPr>
          <w:ilvl w:val="0"/>
          <w:numId w:val="1"/>
        </w:numPr>
        <w:rPr>
          <w:sz w:val="24"/>
          <w:szCs w:val="24"/>
        </w:rPr>
      </w:pPr>
      <w:r>
        <w:rPr>
          <w:sz w:val="24"/>
          <w:szCs w:val="24"/>
        </w:rPr>
        <w:t xml:space="preserve"> How do you say “What is your name?”  (if available)</w:t>
      </w:r>
    </w:p>
    <w:p w:rsidR="00F854DE" w:rsidRDefault="00F854DE" w:rsidP="00D5585A">
      <w:pPr>
        <w:pStyle w:val="ListParagraph"/>
        <w:rPr>
          <w:sz w:val="24"/>
          <w:szCs w:val="24"/>
        </w:rPr>
      </w:pPr>
      <w:r>
        <w:rPr>
          <w:sz w:val="24"/>
          <w:szCs w:val="24"/>
        </w:rPr>
        <w:t>Ni jiao schneme</w:t>
      </w:r>
    </w:p>
    <w:p w:rsidR="00F854DE" w:rsidRPr="005336A6" w:rsidRDefault="00F854DE" w:rsidP="00D5585A">
      <w:pPr>
        <w:pStyle w:val="ListParagraph"/>
        <w:rPr>
          <w:sz w:val="24"/>
          <w:szCs w:val="24"/>
        </w:rPr>
      </w:pPr>
    </w:p>
    <w:p w:rsidR="00F854DE" w:rsidRDefault="00F854DE" w:rsidP="005336A6">
      <w:pPr>
        <w:pStyle w:val="ListParagraph"/>
        <w:numPr>
          <w:ilvl w:val="0"/>
          <w:numId w:val="1"/>
        </w:numPr>
        <w:rPr>
          <w:sz w:val="24"/>
          <w:szCs w:val="24"/>
        </w:rPr>
      </w:pPr>
      <w:r>
        <w:rPr>
          <w:sz w:val="24"/>
          <w:szCs w:val="24"/>
        </w:rPr>
        <w:t>How do you state your name (My name is…)?</w:t>
      </w:r>
    </w:p>
    <w:p w:rsidR="00F854DE" w:rsidRPr="005336A6" w:rsidRDefault="00F854DE" w:rsidP="00C92DD5">
      <w:pPr>
        <w:pStyle w:val="ListParagraph"/>
        <w:rPr>
          <w:sz w:val="24"/>
          <w:szCs w:val="24"/>
        </w:rPr>
      </w:pPr>
      <w:r>
        <w:rPr>
          <w:sz w:val="24"/>
          <w:szCs w:val="24"/>
        </w:rPr>
        <w:t>Wo shi……………</w:t>
      </w:r>
    </w:p>
    <w:sectPr w:rsidR="00F854DE"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4DE" w:rsidRDefault="00F854DE" w:rsidP="005336A6">
      <w:pPr>
        <w:spacing w:after="0"/>
      </w:pPr>
      <w:r>
        <w:separator/>
      </w:r>
    </w:p>
  </w:endnote>
  <w:endnote w:type="continuationSeparator" w:id="0">
    <w:p w:rsidR="00F854DE" w:rsidRDefault="00F854DE"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4DE" w:rsidRDefault="00F854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4DE" w:rsidRDefault="00F854D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4DE" w:rsidRDefault="00F854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4DE" w:rsidRDefault="00F854DE" w:rsidP="005336A6">
      <w:pPr>
        <w:spacing w:after="0"/>
      </w:pPr>
      <w:r>
        <w:separator/>
      </w:r>
    </w:p>
  </w:footnote>
  <w:footnote w:type="continuationSeparator" w:id="0">
    <w:p w:rsidR="00F854DE" w:rsidRDefault="00F854DE"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4DE" w:rsidRDefault="00F854D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49" type="#_x0000_t75" style="position:absolute;margin-left:0;margin-top:0;width:540pt;height:540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4DE" w:rsidRDefault="00F854D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0" type="#_x0000_t75" style="position:absolute;margin-left:0;margin-top:0;width:540pt;height:540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4DE" w:rsidRDefault="00F854D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51" type="#_x0000_t75" style="position:absolute;margin-left:0;margin-top:0;width:540pt;height:540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36A6"/>
    <w:rsid w:val="001A2D78"/>
    <w:rsid w:val="0031056A"/>
    <w:rsid w:val="00435413"/>
    <w:rsid w:val="00480D71"/>
    <w:rsid w:val="004B7995"/>
    <w:rsid w:val="005336A6"/>
    <w:rsid w:val="00560124"/>
    <w:rsid w:val="007C5242"/>
    <w:rsid w:val="00803C98"/>
    <w:rsid w:val="00840B69"/>
    <w:rsid w:val="008F70D6"/>
    <w:rsid w:val="009C046B"/>
    <w:rsid w:val="00A61ADA"/>
    <w:rsid w:val="00BD6A3A"/>
    <w:rsid w:val="00C107B7"/>
    <w:rsid w:val="00C8741E"/>
    <w:rsid w:val="00C92DD5"/>
    <w:rsid w:val="00D5585A"/>
    <w:rsid w:val="00DA4430"/>
    <w:rsid w:val="00DF3E9B"/>
    <w:rsid w:val="00E4016C"/>
    <w:rsid w:val="00EB35A3"/>
    <w:rsid w:val="00F854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336A6"/>
    <w:pPr>
      <w:tabs>
        <w:tab w:val="center" w:pos="4680"/>
        <w:tab w:val="right" w:pos="9360"/>
      </w:tabs>
      <w:spacing w:after="0"/>
    </w:pPr>
  </w:style>
  <w:style w:type="character" w:customStyle="1" w:styleId="HeaderChar">
    <w:name w:val="Header Char"/>
    <w:basedOn w:val="DefaultParagraphFont"/>
    <w:link w:val="Header"/>
    <w:uiPriority w:val="99"/>
    <w:semiHidden/>
    <w:locked/>
    <w:rsid w:val="005336A6"/>
    <w:rPr>
      <w:rFonts w:cs="Times New Roman"/>
    </w:rPr>
  </w:style>
  <w:style w:type="paragraph" w:styleId="Footer">
    <w:name w:val="footer"/>
    <w:basedOn w:val="Normal"/>
    <w:link w:val="FooterChar"/>
    <w:uiPriority w:val="99"/>
    <w:semiHidden/>
    <w:rsid w:val="005336A6"/>
    <w:pPr>
      <w:tabs>
        <w:tab w:val="center" w:pos="4680"/>
        <w:tab w:val="right" w:pos="9360"/>
      </w:tabs>
      <w:spacing w:after="0"/>
    </w:pPr>
  </w:style>
  <w:style w:type="character" w:customStyle="1" w:styleId="FooterChar">
    <w:name w:val="Footer Char"/>
    <w:basedOn w:val="DefaultParagraphFont"/>
    <w:link w:val="Footer"/>
    <w:uiPriority w:val="99"/>
    <w:semiHidden/>
    <w:locked/>
    <w:rsid w:val="005336A6"/>
    <w:rPr>
      <w:rFonts w:cs="Times New Roman"/>
    </w:rPr>
  </w:style>
  <w:style w:type="character" w:styleId="Hyperlink">
    <w:name w:val="Hyperlink"/>
    <w:basedOn w:val="DefaultParagraphFont"/>
    <w:uiPriority w:val="99"/>
    <w:rsid w:val="005336A6"/>
    <w:rPr>
      <w:rFonts w:cs="Times New Roman"/>
      <w:color w:val="0000FF"/>
      <w:u w:val="single"/>
    </w:rPr>
  </w:style>
  <w:style w:type="paragraph" w:styleId="ListParagraph">
    <w:name w:val="List Paragraph"/>
    <w:basedOn w:val="Normal"/>
    <w:uiPriority w:val="99"/>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divs>
    <w:div w:id="14032860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Pages>
  <Words>258</Words>
  <Characters>1471</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4:  Stating your Name (10 pts</dc:title>
  <dc:subject/>
  <dc:creator>teacher</dc:creator>
  <cp:keywords/>
  <dc:description/>
  <cp:lastModifiedBy>avalued</cp:lastModifiedBy>
  <cp:revision>2</cp:revision>
  <dcterms:created xsi:type="dcterms:W3CDTF">2011-11-15T23:52:00Z</dcterms:created>
  <dcterms:modified xsi:type="dcterms:W3CDTF">2011-11-15T23:52:00Z</dcterms:modified>
</cp:coreProperties>
</file>